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B84EBF" w14:textId="77777777" w:rsidR="00193030" w:rsidRDefault="009039D7" w:rsidP="009039D7">
      <w:pPr>
        <w:jc w:val="center"/>
        <w:rPr>
          <w:sz w:val="22"/>
        </w:rPr>
      </w:pPr>
      <w:r w:rsidRPr="009039D7">
        <w:rPr>
          <w:rFonts w:hint="eastAsia"/>
          <w:sz w:val="36"/>
          <w:szCs w:val="36"/>
        </w:rPr>
        <w:t>入　札　辞　退　届</w:t>
      </w:r>
    </w:p>
    <w:p w14:paraId="7CB1C15C" w14:textId="77777777" w:rsidR="009039D7" w:rsidRDefault="009039D7" w:rsidP="009039D7">
      <w:pPr>
        <w:jc w:val="center"/>
        <w:rPr>
          <w:sz w:val="22"/>
        </w:rPr>
      </w:pPr>
    </w:p>
    <w:p w14:paraId="4A53EDAB" w14:textId="77777777" w:rsidR="009039D7" w:rsidRDefault="009039D7" w:rsidP="009039D7">
      <w:pPr>
        <w:jc w:val="center"/>
        <w:rPr>
          <w:sz w:val="22"/>
        </w:rPr>
      </w:pPr>
    </w:p>
    <w:p w14:paraId="10D18DB8" w14:textId="77777777" w:rsidR="009039D7" w:rsidRDefault="009039D7" w:rsidP="009039D7">
      <w:pPr>
        <w:jc w:val="center"/>
        <w:rPr>
          <w:sz w:val="22"/>
        </w:rPr>
      </w:pPr>
    </w:p>
    <w:p w14:paraId="52368217" w14:textId="77777777" w:rsidR="009039D7" w:rsidRDefault="009039D7" w:rsidP="009039D7">
      <w:pPr>
        <w:jc w:val="center"/>
        <w:rPr>
          <w:sz w:val="22"/>
        </w:rPr>
      </w:pPr>
    </w:p>
    <w:p w14:paraId="102999AE" w14:textId="77777777" w:rsidR="009039D7" w:rsidRDefault="009039D7" w:rsidP="009039D7">
      <w:pPr>
        <w:jc w:val="center"/>
        <w:rPr>
          <w:sz w:val="22"/>
        </w:rPr>
      </w:pPr>
    </w:p>
    <w:p w14:paraId="26F95C37" w14:textId="77777777" w:rsidR="009039D7" w:rsidRDefault="009039D7" w:rsidP="009039D7">
      <w:pPr>
        <w:jc w:val="center"/>
        <w:rPr>
          <w:sz w:val="22"/>
        </w:rPr>
      </w:pPr>
    </w:p>
    <w:p w14:paraId="47535FB4" w14:textId="77777777" w:rsidR="009039D7" w:rsidRDefault="009039D7" w:rsidP="009039D7">
      <w:pPr>
        <w:jc w:val="center"/>
        <w:rPr>
          <w:sz w:val="22"/>
        </w:rPr>
      </w:pPr>
    </w:p>
    <w:p w14:paraId="648B5F4B" w14:textId="1112D335" w:rsidR="009039D7" w:rsidRDefault="009039D7" w:rsidP="009039D7">
      <w:pPr>
        <w:jc w:val="left"/>
        <w:rPr>
          <w:sz w:val="22"/>
        </w:rPr>
      </w:pPr>
      <w:r>
        <w:rPr>
          <w:rFonts w:hint="eastAsia"/>
          <w:sz w:val="22"/>
        </w:rPr>
        <w:t xml:space="preserve">件　　　名　　：　　</w:t>
      </w:r>
      <w:r w:rsidR="00A662EA">
        <w:rPr>
          <w:rFonts w:hint="eastAsia"/>
          <w:sz w:val="22"/>
        </w:rPr>
        <w:t>マイナンバーカード関連手続支援業務委託</w:t>
      </w:r>
    </w:p>
    <w:p w14:paraId="51D3B775" w14:textId="77777777" w:rsidR="009039D7" w:rsidRDefault="009039D7" w:rsidP="009039D7">
      <w:pPr>
        <w:jc w:val="left"/>
        <w:rPr>
          <w:sz w:val="22"/>
        </w:rPr>
      </w:pPr>
    </w:p>
    <w:p w14:paraId="4231DCF8" w14:textId="77777777" w:rsidR="009039D7" w:rsidRDefault="009039D7" w:rsidP="009039D7">
      <w:pPr>
        <w:jc w:val="left"/>
        <w:rPr>
          <w:sz w:val="22"/>
        </w:rPr>
      </w:pPr>
    </w:p>
    <w:p w14:paraId="0DF6EB4A" w14:textId="77777777" w:rsidR="009039D7" w:rsidRDefault="009039D7" w:rsidP="009039D7">
      <w:pPr>
        <w:jc w:val="left"/>
        <w:rPr>
          <w:sz w:val="22"/>
        </w:rPr>
      </w:pPr>
      <w:r>
        <w:rPr>
          <w:rFonts w:hint="eastAsia"/>
          <w:sz w:val="22"/>
        </w:rPr>
        <w:t xml:space="preserve">　上記について入札参加を申請しましたが、都合により入札を辞退します。</w:t>
      </w:r>
    </w:p>
    <w:p w14:paraId="54AD3D83" w14:textId="77777777" w:rsidR="009039D7" w:rsidRDefault="009039D7" w:rsidP="009039D7">
      <w:pPr>
        <w:jc w:val="left"/>
        <w:rPr>
          <w:sz w:val="22"/>
        </w:rPr>
      </w:pPr>
    </w:p>
    <w:p w14:paraId="151DBD4F" w14:textId="77777777" w:rsidR="009039D7" w:rsidRDefault="009039D7" w:rsidP="009039D7">
      <w:pPr>
        <w:jc w:val="left"/>
        <w:rPr>
          <w:sz w:val="22"/>
        </w:rPr>
      </w:pPr>
    </w:p>
    <w:p w14:paraId="30F436B3" w14:textId="782792E5" w:rsidR="009039D7" w:rsidRDefault="00F9303E" w:rsidP="009039D7">
      <w:pPr>
        <w:ind w:firstLineChars="500" w:firstLine="1100"/>
        <w:jc w:val="left"/>
        <w:rPr>
          <w:sz w:val="22"/>
        </w:rPr>
      </w:pPr>
      <w:r>
        <w:rPr>
          <w:rFonts w:hint="eastAsia"/>
          <w:sz w:val="22"/>
        </w:rPr>
        <w:t>令和</w:t>
      </w:r>
      <w:r w:rsidR="00A662EA">
        <w:rPr>
          <w:rFonts w:hint="eastAsia"/>
          <w:sz w:val="22"/>
        </w:rPr>
        <w:t xml:space="preserve">　　</w:t>
      </w:r>
      <w:r w:rsidR="009039D7">
        <w:rPr>
          <w:rFonts w:hint="eastAsia"/>
          <w:sz w:val="22"/>
        </w:rPr>
        <w:t>年　　月　　日</w:t>
      </w:r>
    </w:p>
    <w:p w14:paraId="23E330F1" w14:textId="77777777" w:rsidR="009039D7" w:rsidRDefault="009039D7" w:rsidP="009039D7">
      <w:pPr>
        <w:jc w:val="left"/>
        <w:rPr>
          <w:sz w:val="22"/>
        </w:rPr>
      </w:pPr>
    </w:p>
    <w:p w14:paraId="5DD96511" w14:textId="77777777" w:rsidR="009039D7" w:rsidRDefault="009039D7" w:rsidP="009039D7">
      <w:pPr>
        <w:jc w:val="left"/>
        <w:rPr>
          <w:sz w:val="22"/>
        </w:rPr>
      </w:pPr>
    </w:p>
    <w:p w14:paraId="78071D02" w14:textId="77777777" w:rsidR="009039D7" w:rsidRDefault="009039D7" w:rsidP="009039D7">
      <w:pPr>
        <w:jc w:val="left"/>
        <w:rPr>
          <w:sz w:val="22"/>
        </w:rPr>
      </w:pPr>
    </w:p>
    <w:p w14:paraId="43F0BBC7" w14:textId="77777777" w:rsidR="009039D7" w:rsidRDefault="009039D7" w:rsidP="009039D7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住　　所　　　　　　　　　　　　　　</w:t>
      </w:r>
    </w:p>
    <w:p w14:paraId="0560AA6C" w14:textId="77777777" w:rsidR="009039D7" w:rsidRDefault="009039D7" w:rsidP="009039D7">
      <w:pPr>
        <w:jc w:val="right"/>
        <w:rPr>
          <w:sz w:val="22"/>
        </w:rPr>
      </w:pPr>
    </w:p>
    <w:p w14:paraId="68769EA4" w14:textId="77777777" w:rsidR="009039D7" w:rsidRDefault="009039D7" w:rsidP="009039D7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商　　号　　　　　　　　　　　　　　</w:t>
      </w:r>
    </w:p>
    <w:p w14:paraId="29B0D644" w14:textId="77777777" w:rsidR="009039D7" w:rsidRDefault="009039D7" w:rsidP="009039D7">
      <w:pPr>
        <w:jc w:val="right"/>
        <w:rPr>
          <w:sz w:val="22"/>
        </w:rPr>
      </w:pPr>
    </w:p>
    <w:p w14:paraId="0018BCA2" w14:textId="77777777" w:rsidR="009039D7" w:rsidRDefault="009039D7" w:rsidP="009039D7">
      <w:pPr>
        <w:jc w:val="right"/>
        <w:rPr>
          <w:sz w:val="22"/>
        </w:rPr>
      </w:pPr>
      <w:r>
        <w:rPr>
          <w:rFonts w:hint="eastAsia"/>
          <w:sz w:val="22"/>
        </w:rPr>
        <w:t>氏　　名　　　　　　　　　　　　　印</w:t>
      </w:r>
    </w:p>
    <w:p w14:paraId="500942BB" w14:textId="77777777" w:rsidR="009039D7" w:rsidRDefault="009039D7" w:rsidP="009039D7">
      <w:pPr>
        <w:jc w:val="right"/>
        <w:rPr>
          <w:sz w:val="22"/>
        </w:rPr>
      </w:pPr>
    </w:p>
    <w:p w14:paraId="0E51DC66" w14:textId="77777777" w:rsidR="009039D7" w:rsidRDefault="009039D7" w:rsidP="009039D7">
      <w:pPr>
        <w:jc w:val="right"/>
        <w:rPr>
          <w:sz w:val="22"/>
        </w:rPr>
      </w:pPr>
    </w:p>
    <w:p w14:paraId="7580FBB6" w14:textId="77777777" w:rsidR="009039D7" w:rsidRDefault="009039D7" w:rsidP="009039D7">
      <w:pPr>
        <w:jc w:val="right"/>
        <w:rPr>
          <w:sz w:val="22"/>
        </w:rPr>
      </w:pPr>
    </w:p>
    <w:p w14:paraId="704559F8" w14:textId="77777777" w:rsidR="009039D7" w:rsidRDefault="009039D7" w:rsidP="009039D7">
      <w:pPr>
        <w:jc w:val="right"/>
        <w:rPr>
          <w:sz w:val="22"/>
        </w:rPr>
      </w:pPr>
    </w:p>
    <w:p w14:paraId="2F996BD1" w14:textId="77777777" w:rsidR="009039D7" w:rsidRDefault="009039D7" w:rsidP="009039D7">
      <w:pPr>
        <w:jc w:val="right"/>
        <w:rPr>
          <w:sz w:val="22"/>
        </w:rPr>
      </w:pPr>
    </w:p>
    <w:p w14:paraId="2BC9F9FC" w14:textId="77777777" w:rsidR="009039D7" w:rsidRPr="009039D7" w:rsidRDefault="009039D7" w:rsidP="009039D7">
      <w:pPr>
        <w:jc w:val="left"/>
        <w:rPr>
          <w:sz w:val="22"/>
        </w:rPr>
      </w:pPr>
      <w:r>
        <w:rPr>
          <w:rFonts w:hint="eastAsia"/>
          <w:sz w:val="22"/>
        </w:rPr>
        <w:t>浦　添　市　長　　殿</w:t>
      </w:r>
    </w:p>
    <w:sectPr w:rsidR="009039D7" w:rsidRPr="009039D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39D7"/>
    <w:rsid w:val="000256EC"/>
    <w:rsid w:val="000869A2"/>
    <w:rsid w:val="00185B80"/>
    <w:rsid w:val="00193030"/>
    <w:rsid w:val="00195432"/>
    <w:rsid w:val="003C45BD"/>
    <w:rsid w:val="00477C13"/>
    <w:rsid w:val="005422E3"/>
    <w:rsid w:val="009039D7"/>
    <w:rsid w:val="00A662EA"/>
    <w:rsid w:val="00CA73D5"/>
    <w:rsid w:val="00E27067"/>
    <w:rsid w:val="00E653EE"/>
    <w:rsid w:val="00F9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090D42"/>
  <w15:chartTrackingRefBased/>
  <w15:docId w15:val="{FCC2409E-F87C-4B3F-A238-E0020C50C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39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039D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牧志 千春</dc:creator>
  <cp:lastModifiedBy>牧志 千春</cp:lastModifiedBy>
  <cp:revision>2</cp:revision>
  <cp:lastPrinted>2024-08-02T07:05:00Z</cp:lastPrinted>
  <dcterms:created xsi:type="dcterms:W3CDTF">2024-08-02T07:07:00Z</dcterms:created>
  <dcterms:modified xsi:type="dcterms:W3CDTF">2024-08-02T07:07:00Z</dcterms:modified>
</cp:coreProperties>
</file>