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B0B" w:rsidRPr="001B1224" w:rsidRDefault="00B60B0B">
      <w:pPr>
        <w:widowControl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176499">
        <w:rPr>
          <w:rFonts w:asciiTheme="minorEastAsia" w:hAnsiTheme="minorEastAsia" w:hint="eastAsia"/>
          <w:szCs w:val="21"/>
        </w:rPr>
        <w:t>2</w:t>
      </w:r>
      <w:r w:rsidRPr="001B1224">
        <w:rPr>
          <w:rFonts w:asciiTheme="minorEastAsia" w:hAnsiTheme="minorEastAsia" w:hint="eastAsia"/>
          <w:szCs w:val="21"/>
        </w:rPr>
        <w:t>号）</w:t>
      </w:r>
    </w:p>
    <w:p w:rsidR="00B60B0B" w:rsidRPr="00B87888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0C673C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622471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567"/>
          <w:jc w:val="right"/>
        </w:trPr>
        <w:tc>
          <w:tcPr>
            <w:tcW w:w="1985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80084F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80084F">
        <w:rPr>
          <w:rFonts w:asciiTheme="minorEastAsia" w:hAnsiTheme="minorEastAsia" w:hint="eastAsia"/>
          <w:szCs w:val="21"/>
        </w:rPr>
        <w:t>プロポーザル参加申込書</w:t>
      </w:r>
    </w:p>
    <w:p w:rsidR="00B60B0B" w:rsidRPr="0080084F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80084F" w:rsidRDefault="004A4925" w:rsidP="00B22873">
      <w:pPr>
        <w:ind w:firstLineChars="59" w:firstLine="130"/>
        <w:jc w:val="left"/>
        <w:rPr>
          <w:rFonts w:asciiTheme="minorEastAsia" w:hAnsiTheme="minorEastAsia"/>
          <w:szCs w:val="21"/>
        </w:rPr>
      </w:pPr>
      <w:r>
        <w:rPr>
          <w:rFonts w:hint="eastAsia"/>
          <w:sz w:val="22"/>
        </w:rPr>
        <w:t>浦添市「ポストコロナ対応デジタルシティ基盤」構築</w:t>
      </w:r>
      <w:r w:rsidR="00EF52E3">
        <w:rPr>
          <w:rFonts w:hint="eastAsia"/>
          <w:sz w:val="22"/>
        </w:rPr>
        <w:t>業務委託</w:t>
      </w:r>
      <w:r w:rsidR="00B22873" w:rsidRPr="0080084F">
        <w:rPr>
          <w:rFonts w:asciiTheme="minorEastAsia" w:hAnsiTheme="minorEastAsia" w:hint="eastAsia"/>
          <w:szCs w:val="21"/>
        </w:rPr>
        <w:t>募集要領</w:t>
      </w:r>
      <w:r w:rsidR="00B60B0B" w:rsidRPr="0080084F">
        <w:rPr>
          <w:rFonts w:asciiTheme="minorEastAsia" w:hAnsiTheme="minorEastAsia" w:hint="eastAsia"/>
          <w:szCs w:val="21"/>
        </w:rPr>
        <w:t>に基づき、下記書類を添付の上、参加資格者として申請します。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pStyle w:val="ab"/>
        <w:rPr>
          <w:rFonts w:asciiTheme="minorEastAsia" w:eastAsiaTheme="minorEastAsia" w:hAnsiTheme="minorEastAsia"/>
          <w:sz w:val="21"/>
          <w:szCs w:val="21"/>
        </w:rPr>
      </w:pPr>
      <w:r w:rsidRPr="001B1224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22873" w:rsidRDefault="00B60B0B" w:rsidP="00B22873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１　提出書類</w:t>
      </w:r>
    </w:p>
    <w:p w:rsidR="00572A5B" w:rsidRPr="000729C7" w:rsidRDefault="00B60B0B" w:rsidP="00572A5B">
      <w:pPr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（１）</w:t>
      </w:r>
      <w:r w:rsidR="00572A5B" w:rsidRPr="000729C7">
        <w:rPr>
          <w:rFonts w:asciiTheme="minorEastAsia" w:hAnsiTheme="minorEastAsia" w:hint="eastAsia"/>
          <w:szCs w:val="21"/>
        </w:rPr>
        <w:t>定款又はそれに代わるもの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Pr="000729C7">
        <w:rPr>
          <w:rFonts w:asciiTheme="minorEastAsia" w:hAnsiTheme="minorEastAsia" w:hint="eastAsia"/>
          <w:szCs w:val="21"/>
        </w:rPr>
        <w:t>厚生年金保険及び健康保険の加入証明書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（３）</w:t>
      </w:r>
      <w:r w:rsidRPr="000729C7">
        <w:rPr>
          <w:rFonts w:asciiTheme="minorEastAsia" w:hAnsiTheme="minorEastAsia" w:hint="eastAsia"/>
          <w:szCs w:val="21"/>
        </w:rPr>
        <w:t>雇用保険及び労働者災害補償保険の加入証明書</w:t>
      </w:r>
    </w:p>
    <w:p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（４）</w:t>
      </w:r>
      <w:r w:rsidRPr="000729C7">
        <w:rPr>
          <w:rFonts w:asciiTheme="minorEastAsia" w:hAnsiTheme="minorEastAsia" w:hint="eastAsia"/>
          <w:szCs w:val="21"/>
        </w:rPr>
        <w:t>納税証明書</w:t>
      </w:r>
      <w:r>
        <w:rPr>
          <w:rFonts w:asciiTheme="minorEastAsia" w:hAnsiTheme="minorEastAsia" w:hint="eastAsia"/>
          <w:szCs w:val="21"/>
        </w:rPr>
        <w:t>（完納を証明できるもの）</w:t>
      </w:r>
    </w:p>
    <w:p w:rsidR="00572A5B" w:rsidRPr="000729C7" w:rsidRDefault="00572A5B" w:rsidP="00572A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（５）</w:t>
      </w:r>
      <w:r w:rsidRPr="000729C7">
        <w:rPr>
          <w:rFonts w:asciiTheme="minorEastAsia" w:hAnsiTheme="minorEastAsia" w:hint="eastAsia"/>
          <w:szCs w:val="21"/>
        </w:rPr>
        <w:t>会社概要書（様式第</w:t>
      </w:r>
      <w:r w:rsidR="00176499">
        <w:rPr>
          <w:rFonts w:asciiTheme="minorEastAsia" w:hAnsiTheme="minorEastAsia" w:hint="eastAsia"/>
          <w:szCs w:val="21"/>
        </w:rPr>
        <w:t>３</w:t>
      </w:r>
      <w:r w:rsidRPr="000729C7">
        <w:rPr>
          <w:rFonts w:asciiTheme="minorEastAsia" w:hAnsiTheme="minorEastAsia" w:hint="eastAsia"/>
          <w:szCs w:val="21"/>
        </w:rPr>
        <w:t>号）</w:t>
      </w:r>
    </w:p>
    <w:p w:rsidR="00572A5B" w:rsidRPr="000729C7" w:rsidRDefault="00572A5B" w:rsidP="00572A5B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（６）</w:t>
      </w:r>
      <w:r w:rsidRPr="000729C7">
        <w:rPr>
          <w:rFonts w:asciiTheme="minorEastAsia" w:hAnsiTheme="minorEastAsia" w:hint="eastAsia"/>
          <w:szCs w:val="21"/>
        </w:rPr>
        <w:t>営業実績書（様式第</w:t>
      </w:r>
      <w:r w:rsidR="00176499">
        <w:rPr>
          <w:rFonts w:asciiTheme="minorEastAsia" w:hAnsiTheme="minorEastAsia" w:hint="eastAsia"/>
          <w:szCs w:val="21"/>
        </w:rPr>
        <w:t>４</w:t>
      </w:r>
      <w:r w:rsidRPr="000729C7">
        <w:rPr>
          <w:rFonts w:asciiTheme="minorEastAsia" w:hAnsiTheme="minorEastAsia" w:hint="eastAsia"/>
          <w:szCs w:val="21"/>
        </w:rPr>
        <w:t>号）</w:t>
      </w:r>
    </w:p>
    <w:p w:rsidR="00B60B0B" w:rsidRPr="00572A5B" w:rsidRDefault="00B60B0B" w:rsidP="00572A5B">
      <w:pPr>
        <w:rPr>
          <w:rFonts w:asciiTheme="minorEastAsia" w:hAnsiTheme="minorEastAsia"/>
          <w:szCs w:val="21"/>
        </w:rPr>
      </w:pPr>
    </w:p>
    <w:p w:rsidR="00B60B0B" w:rsidRPr="00B22873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２　担当者連絡先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所属部署名　　　　　　　　　　　　担当者名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電話番号　　　　　　　　</w:t>
      </w:r>
      <w:bookmarkStart w:id="0" w:name="_GoBack"/>
      <w:bookmarkEnd w:id="0"/>
      <w:r w:rsidRPr="001B1224">
        <w:rPr>
          <w:rFonts w:asciiTheme="minorEastAsia" w:hAnsiTheme="minorEastAsia" w:hint="eastAsia"/>
          <w:szCs w:val="21"/>
          <w:u w:val="single"/>
        </w:rPr>
        <w:t xml:space="preserve">　　　　　ＦＡＸ番号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メールアドレス　　　　　　　　　　　　　　　　　　　　　　　　　</w:t>
      </w:r>
    </w:p>
    <w:p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p w:rsidR="00FE5C7E" w:rsidRPr="001B1224" w:rsidRDefault="00FE5C7E" w:rsidP="00A17DDA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10F" w:rsidRDefault="005F010F" w:rsidP="006E1893">
      <w:r>
        <w:separator/>
      </w:r>
    </w:p>
  </w:endnote>
  <w:endnote w:type="continuationSeparator" w:id="0">
    <w:p w:rsidR="005F010F" w:rsidRDefault="005F010F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10F" w:rsidRDefault="005F010F" w:rsidP="006E1893">
      <w:r>
        <w:separator/>
      </w:r>
    </w:p>
  </w:footnote>
  <w:footnote w:type="continuationSeparator" w:id="0">
    <w:p w:rsidR="005F010F" w:rsidRDefault="005F010F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C673C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76499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A4925"/>
    <w:rsid w:val="004B5D36"/>
    <w:rsid w:val="004C2789"/>
    <w:rsid w:val="004E0DA3"/>
    <w:rsid w:val="004E6B9C"/>
    <w:rsid w:val="0050256D"/>
    <w:rsid w:val="00504603"/>
    <w:rsid w:val="005324FD"/>
    <w:rsid w:val="0054354E"/>
    <w:rsid w:val="00572A5B"/>
    <w:rsid w:val="00575506"/>
    <w:rsid w:val="005C5012"/>
    <w:rsid w:val="005E3877"/>
    <w:rsid w:val="005F010F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C1EA6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084F"/>
    <w:rsid w:val="00804BF3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7DDA"/>
    <w:rsid w:val="00A2245D"/>
    <w:rsid w:val="00A45773"/>
    <w:rsid w:val="00A613B6"/>
    <w:rsid w:val="00A74A4D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8788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D3001"/>
    <w:rsid w:val="00EE61F3"/>
    <w:rsid w:val="00EE7A99"/>
    <w:rsid w:val="00EF52E3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CAB68F"/>
  <w15:docId w15:val="{343CE072-8E84-40BC-9C82-F2E120E8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E65E-4A9F-4F02-A24A-EA90CD05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11</cp:revision>
  <cp:lastPrinted>2019-04-19T01:20:00Z</cp:lastPrinted>
  <dcterms:created xsi:type="dcterms:W3CDTF">2015-03-03T09:27:00Z</dcterms:created>
  <dcterms:modified xsi:type="dcterms:W3CDTF">2020-08-12T01:19:00Z</dcterms:modified>
</cp:coreProperties>
</file>