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0472B" w:rsidRPr="002E4B31" w:rsidRDefault="00D943E6" w:rsidP="0050472B">
      <w:pPr>
        <w:pStyle w:val="a7"/>
        <w:jc w:val="left"/>
        <w:rPr>
          <w:rFonts w:hAnsi="ＭＳ 明朝"/>
          <w:sz w:val="22"/>
          <w:szCs w:val="22"/>
        </w:rPr>
      </w:pPr>
      <w:r w:rsidRPr="002E4B31">
        <w:rPr>
          <w:rFonts w:hAnsi="ＭＳ 明朝" w:hint="eastAsia"/>
          <w:sz w:val="22"/>
          <w:szCs w:val="22"/>
        </w:rPr>
        <w:t>（様式１）</w:t>
      </w:r>
    </w:p>
    <w:p w:rsidR="0050472B" w:rsidRPr="00D1541E" w:rsidRDefault="00D943E6" w:rsidP="0050472B">
      <w:pPr>
        <w:pStyle w:val="a7"/>
        <w:jc w:val="center"/>
        <w:rPr>
          <w:rFonts w:hAnsi="ＭＳ 明朝"/>
          <w:spacing w:val="20"/>
          <w:sz w:val="26"/>
          <w:szCs w:val="26"/>
        </w:rPr>
      </w:pPr>
      <w:r w:rsidRPr="00D1541E">
        <w:rPr>
          <w:rFonts w:hAnsi="ＭＳ 明朝" w:hint="eastAsia"/>
          <w:spacing w:val="20"/>
          <w:sz w:val="26"/>
          <w:szCs w:val="26"/>
        </w:rPr>
        <w:t>参加意思表明書</w:t>
      </w:r>
    </w:p>
    <w:p w:rsidR="001D2D9F" w:rsidRPr="002E4B31" w:rsidRDefault="001D2D9F" w:rsidP="0050472B">
      <w:pPr>
        <w:pStyle w:val="a7"/>
        <w:jc w:val="center"/>
        <w:rPr>
          <w:rFonts w:hAnsi="ＭＳ 明朝"/>
          <w:b/>
          <w:spacing w:val="20"/>
          <w:sz w:val="24"/>
          <w:szCs w:val="28"/>
        </w:rPr>
      </w:pPr>
    </w:p>
    <w:p w:rsidR="0050472B" w:rsidRPr="002E4B31" w:rsidRDefault="00D943E6" w:rsidP="0050472B">
      <w:pPr>
        <w:pStyle w:val="a7"/>
        <w:jc w:val="right"/>
        <w:rPr>
          <w:rFonts w:hAnsi="ＭＳ 明朝"/>
          <w:sz w:val="22"/>
          <w:szCs w:val="22"/>
        </w:rPr>
      </w:pPr>
      <w:r w:rsidRPr="002E4B31">
        <w:rPr>
          <w:rFonts w:hAnsi="ＭＳ 明朝" w:hint="eastAsia"/>
          <w:sz w:val="22"/>
          <w:szCs w:val="22"/>
        </w:rPr>
        <w:t>平成　　年　　月　　日</w:t>
      </w:r>
    </w:p>
    <w:p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:rsidR="0050472B" w:rsidRPr="002E4B31" w:rsidRDefault="005432E3" w:rsidP="0050472B">
      <w:pPr>
        <w:pStyle w:val="a7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浦添市長</w:t>
      </w:r>
      <w:r w:rsidR="00EC3952">
        <w:rPr>
          <w:rFonts w:hAnsi="ＭＳ 明朝" w:hint="eastAsia"/>
          <w:sz w:val="22"/>
          <w:szCs w:val="22"/>
        </w:rPr>
        <w:t xml:space="preserve">　</w:t>
      </w:r>
      <w:r w:rsidR="00D943E6" w:rsidRPr="002E4B31">
        <w:rPr>
          <w:rFonts w:hAnsi="ＭＳ 明朝" w:hint="eastAsia"/>
          <w:sz w:val="22"/>
          <w:szCs w:val="22"/>
        </w:rPr>
        <w:t xml:space="preserve">　殿</w:t>
      </w:r>
    </w:p>
    <w:p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:rsidR="0050472B" w:rsidRPr="002E4B31" w:rsidRDefault="0050472B" w:rsidP="0050472B">
      <w:pPr>
        <w:rPr>
          <w:rFonts w:ascii="ＭＳ 明朝" w:eastAsia="ＭＳ 明朝" w:hAnsi="ＭＳ 明朝"/>
        </w:rPr>
      </w:pPr>
    </w:p>
    <w:p w:rsidR="0050472B" w:rsidRPr="002E4B31" w:rsidRDefault="005432E3" w:rsidP="00EC3952">
      <w:pPr>
        <w:ind w:firstLineChars="100" w:firstLine="22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2"/>
          <w:szCs w:val="22"/>
        </w:rPr>
        <w:t>第</w:t>
      </w:r>
      <w:r w:rsidR="00C56F02">
        <w:rPr>
          <w:rFonts w:ascii="ＭＳ 明朝" w:eastAsia="ＭＳ 明朝" w:hAnsi="ＭＳ 明朝" w:hint="eastAsia"/>
          <w:sz w:val="22"/>
          <w:szCs w:val="22"/>
        </w:rPr>
        <w:t>五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  <w:szCs w:val="22"/>
        </w:rPr>
        <w:t>次浦添市</w:t>
      </w:r>
      <w:r w:rsidR="00EC3952" w:rsidRPr="004E7951">
        <w:rPr>
          <w:rFonts w:ascii="ＭＳ 明朝" w:eastAsia="ＭＳ 明朝" w:hAnsi="ＭＳ 明朝" w:hint="eastAsia"/>
          <w:sz w:val="22"/>
          <w:szCs w:val="22"/>
        </w:rPr>
        <w:t>総合計画策定支援業務委託</w:t>
      </w:r>
      <w:r w:rsidR="00D943E6" w:rsidRPr="004E7951">
        <w:rPr>
          <w:rFonts w:ascii="ＭＳ 明朝" w:eastAsia="ＭＳ 明朝" w:hAnsi="ＭＳ 明朝" w:hint="eastAsia"/>
          <w:sz w:val="22"/>
          <w:szCs w:val="22"/>
        </w:rPr>
        <w:t>に係る公募型プ</w:t>
      </w:r>
      <w:r w:rsidR="00D943E6" w:rsidRPr="002E4B31">
        <w:rPr>
          <w:rFonts w:ascii="ＭＳ 明朝" w:eastAsia="ＭＳ 明朝" w:hAnsi="ＭＳ 明朝" w:hint="eastAsia"/>
        </w:rPr>
        <w:t>ロポーザルについて、参加の希望を表明します。</w:t>
      </w:r>
    </w:p>
    <w:p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:rsidR="005B300E" w:rsidRPr="002E4B31" w:rsidRDefault="005B300E" w:rsidP="0050472B">
      <w:pPr>
        <w:rPr>
          <w:rFonts w:ascii="ＭＳ 明朝" w:eastAsia="ＭＳ 明朝" w:hAnsi="ＭＳ 明朝"/>
          <w:sz w:val="22"/>
        </w:rPr>
      </w:pPr>
    </w:p>
    <w:p w:rsidR="0050472B" w:rsidRPr="002E4B31" w:rsidRDefault="00D943E6" w:rsidP="0050472B">
      <w:pPr>
        <w:ind w:leftChars="114" w:left="464" w:hangingChars="100" w:hanging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１　事業者の概要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1"/>
        <w:gridCol w:w="5733"/>
      </w:tblGrid>
      <w:tr w:rsidR="00D943E6" w:rsidTr="003F465D">
        <w:trPr>
          <w:trHeight w:val="58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465"/>
                <w:sz w:val="22"/>
                <w:fitText w:val="1422" w:id="1450951936"/>
              </w:rPr>
              <w:t>住</w:t>
            </w:r>
            <w:r w:rsidRPr="006B31AE">
              <w:rPr>
                <w:rFonts w:ascii="ＭＳ 明朝" w:eastAsia="ＭＳ 明朝" w:hAnsi="ＭＳ 明朝" w:hint="eastAsia"/>
                <w:sz w:val="22"/>
                <w:fitText w:val="1422" w:id="1450951936"/>
              </w:rPr>
              <w:t>所</w:t>
            </w:r>
          </w:p>
        </w:tc>
        <w:tc>
          <w:tcPr>
            <w:tcW w:w="5911" w:type="dxa"/>
            <w:shd w:val="clear" w:color="auto" w:fill="auto"/>
          </w:tcPr>
          <w:p w:rsidR="0050472B" w:rsidRPr="002E4B31" w:rsidRDefault="00D943E6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〒</w:t>
            </w:r>
          </w:p>
        </w:tc>
      </w:tr>
      <w:tr w:rsidR="00D943E6" w:rsidTr="003F465D">
        <w:trPr>
          <w:trHeight w:val="644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695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15"/>
                <w:sz w:val="22"/>
                <w:fitText w:val="1422" w:id="1450951937"/>
              </w:rPr>
              <w:t>代表者氏</w:t>
            </w:r>
            <w:r w:rsidRPr="006B31AE">
              <w:rPr>
                <w:rFonts w:ascii="ＭＳ 明朝" w:eastAsia="ＭＳ 明朝" w:hAnsi="ＭＳ 明朝" w:hint="eastAsia"/>
                <w:spacing w:val="45"/>
                <w:sz w:val="22"/>
                <w:fitText w:val="1422" w:id="1450951937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620493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D2D9F" w:rsidRPr="002E4B31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　　　　　　　印</w:t>
            </w:r>
          </w:p>
        </w:tc>
      </w:tr>
    </w:tbl>
    <w:p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:rsidR="0050472B" w:rsidRPr="002E4B31" w:rsidRDefault="00D943E6" w:rsidP="0050472B">
      <w:pPr>
        <w:ind w:firstLineChars="100" w:firstLine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２　連絡先等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5732"/>
      </w:tblGrid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165"/>
                <w:sz w:val="22"/>
                <w:fitText w:val="1422" w:id="1450951938"/>
              </w:rPr>
              <w:t>部署</w:t>
            </w:r>
            <w:r w:rsidRPr="006B31AE">
              <w:rPr>
                <w:rFonts w:ascii="ＭＳ 明朝" w:eastAsia="ＭＳ 明朝" w:hAnsi="ＭＳ 明朝" w:hint="eastAsia"/>
                <w:spacing w:val="15"/>
                <w:sz w:val="22"/>
                <w:fitText w:val="1422" w:id="1450951938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16"/>
              </w:rPr>
            </w:pPr>
            <w:r w:rsidRPr="002E4B31">
              <w:rPr>
                <w:rFonts w:ascii="ＭＳ 明朝" w:eastAsia="ＭＳ 明朝" w:hAnsi="ＭＳ 明朝" w:hint="eastAsia"/>
                <w:sz w:val="16"/>
              </w:rPr>
              <w:t>（ふりがな）</w:t>
            </w:r>
          </w:p>
          <w:p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75"/>
                <w:sz w:val="22"/>
                <w:fitText w:val="1422" w:id="1450951939"/>
              </w:rPr>
              <w:t>担当者</w:t>
            </w:r>
            <w:r w:rsidRPr="006B31AE">
              <w:rPr>
                <w:rFonts w:ascii="ＭＳ 明朝" w:eastAsia="ＭＳ 明朝" w:hAnsi="ＭＳ 明朝" w:hint="eastAsia"/>
                <w:sz w:val="22"/>
                <w:fitText w:val="1422" w:id="1450951939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465"/>
                <w:sz w:val="22"/>
                <w:fitText w:val="1422" w:id="1450951940"/>
              </w:rPr>
              <w:t>電</w:t>
            </w:r>
            <w:r w:rsidRPr="006B31AE">
              <w:rPr>
                <w:rFonts w:ascii="ＭＳ 明朝" w:eastAsia="ＭＳ 明朝" w:hAnsi="ＭＳ 明朝" w:hint="eastAsia"/>
                <w:sz w:val="22"/>
                <w:fitText w:val="1422" w:id="1450951940"/>
              </w:rPr>
              <w:t>話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B31AE">
              <w:rPr>
                <w:rFonts w:ascii="ＭＳ 明朝" w:eastAsia="ＭＳ 明朝" w:hAnsi="ＭＳ 明朝" w:hint="eastAsia"/>
                <w:spacing w:val="165"/>
                <w:sz w:val="22"/>
                <w:fitText w:val="1422" w:id="1450951941"/>
              </w:rPr>
              <w:t>ＦＡ</w:t>
            </w:r>
            <w:r w:rsidRPr="006B31AE">
              <w:rPr>
                <w:rFonts w:ascii="ＭＳ 明朝" w:eastAsia="ＭＳ 明朝" w:hAnsi="ＭＳ 明朝" w:hint="eastAsia"/>
                <w:spacing w:val="15"/>
                <w:sz w:val="22"/>
                <w:fitText w:val="1422" w:id="1450951941"/>
              </w:rPr>
              <w:t>Ｘ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Ｅ－ＭＡＩＬ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8183B" w:rsidRPr="002E4B31" w:rsidRDefault="0058183B">
      <w:pPr>
        <w:adjustRightInd/>
        <w:rPr>
          <w:rFonts w:ascii="ＭＳ 明朝" w:eastAsia="ＭＳ 明朝" w:hAnsi="ＭＳ 明朝"/>
          <w:color w:val="auto"/>
          <w:spacing w:val="2"/>
          <w:lang w:eastAsia="zh-TW"/>
        </w:rPr>
      </w:pPr>
    </w:p>
    <w:p w:rsidR="0058183B" w:rsidRPr="002E4B31" w:rsidRDefault="0058183B" w:rsidP="007D444A">
      <w:pPr>
        <w:adjustRightInd/>
        <w:rPr>
          <w:rFonts w:ascii="ＭＳ 明朝" w:eastAsia="ＭＳ 明朝" w:hAnsi="ＭＳ 明朝"/>
          <w:color w:val="auto"/>
        </w:rPr>
      </w:pPr>
    </w:p>
    <w:p w:rsidR="000A2FD4" w:rsidRPr="002E4B31" w:rsidRDefault="000A2FD4">
      <w:pPr>
        <w:adjustRightInd/>
        <w:rPr>
          <w:rFonts w:ascii="ＭＳ 明朝" w:eastAsia="ＭＳ 明朝" w:hAnsi="ＭＳ 明朝"/>
          <w:color w:val="auto"/>
          <w:spacing w:val="2"/>
        </w:rPr>
      </w:pPr>
    </w:p>
    <w:sectPr w:rsidR="000A2FD4" w:rsidRPr="002E4B31" w:rsidSect="0058183B">
      <w:footerReference w:type="default" r:id="rId7"/>
      <w:footnotePr>
        <w:numRestart w:val="eachPage"/>
      </w:footnotePr>
      <w:type w:val="continuous"/>
      <w:pgSz w:w="11906" w:h="16838"/>
      <w:pgMar w:top="1135" w:right="1416" w:bottom="1701" w:left="1701" w:header="720" w:footer="720" w:gutter="0"/>
      <w:pgNumType w:start="1"/>
      <w:cols w:space="720"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AE" w:rsidRDefault="006B31AE">
      <w:r>
        <w:separator/>
      </w:r>
    </w:p>
  </w:endnote>
  <w:endnote w:type="continuationSeparator" w:id="0">
    <w:p w:rsidR="006B31AE" w:rsidRDefault="006B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687" w:rsidRDefault="00C36687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AE" w:rsidRDefault="006B31AE">
      <w:r>
        <w:separator/>
      </w:r>
    </w:p>
  </w:footnote>
  <w:footnote w:type="continuationSeparator" w:id="0">
    <w:p w:rsidR="006B31AE" w:rsidRDefault="006B3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08474402"/>
    <w:multiLevelType w:val="hybridMultilevel"/>
    <w:tmpl w:val="C3F40512"/>
    <w:lvl w:ilvl="0" w:tplc="D0AE3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4BC8CF40" w:tentative="1">
      <w:start w:val="1"/>
      <w:numFmt w:val="aiueoFullWidth"/>
      <w:lvlText w:val="(%2)"/>
      <w:lvlJc w:val="left"/>
      <w:pPr>
        <w:ind w:left="840" w:hanging="420"/>
      </w:pPr>
    </w:lvl>
    <w:lvl w:ilvl="2" w:tplc="63CE5348" w:tentative="1">
      <w:start w:val="1"/>
      <w:numFmt w:val="decimalEnclosedCircle"/>
      <w:lvlText w:val="%3"/>
      <w:lvlJc w:val="left"/>
      <w:pPr>
        <w:ind w:left="1260" w:hanging="420"/>
      </w:pPr>
    </w:lvl>
    <w:lvl w:ilvl="3" w:tplc="71183502" w:tentative="1">
      <w:start w:val="1"/>
      <w:numFmt w:val="decimal"/>
      <w:lvlText w:val="%4."/>
      <w:lvlJc w:val="left"/>
      <w:pPr>
        <w:ind w:left="1680" w:hanging="420"/>
      </w:pPr>
    </w:lvl>
    <w:lvl w:ilvl="4" w:tplc="0504E830" w:tentative="1">
      <w:start w:val="1"/>
      <w:numFmt w:val="aiueoFullWidth"/>
      <w:lvlText w:val="(%5)"/>
      <w:lvlJc w:val="left"/>
      <w:pPr>
        <w:ind w:left="2100" w:hanging="420"/>
      </w:pPr>
    </w:lvl>
    <w:lvl w:ilvl="5" w:tplc="2FC4D496" w:tentative="1">
      <w:start w:val="1"/>
      <w:numFmt w:val="decimalEnclosedCircle"/>
      <w:lvlText w:val="%6"/>
      <w:lvlJc w:val="left"/>
      <w:pPr>
        <w:ind w:left="2520" w:hanging="420"/>
      </w:pPr>
    </w:lvl>
    <w:lvl w:ilvl="6" w:tplc="06BCBC66" w:tentative="1">
      <w:start w:val="1"/>
      <w:numFmt w:val="decimal"/>
      <w:lvlText w:val="%7."/>
      <w:lvlJc w:val="left"/>
      <w:pPr>
        <w:ind w:left="2940" w:hanging="420"/>
      </w:pPr>
    </w:lvl>
    <w:lvl w:ilvl="7" w:tplc="0EEA992C" w:tentative="1">
      <w:start w:val="1"/>
      <w:numFmt w:val="aiueoFullWidth"/>
      <w:lvlText w:val="(%8)"/>
      <w:lvlJc w:val="left"/>
      <w:pPr>
        <w:ind w:left="3360" w:hanging="420"/>
      </w:pPr>
    </w:lvl>
    <w:lvl w:ilvl="8" w:tplc="A2B454A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0E87"/>
    <w:rsid w:val="000418BB"/>
    <w:rsid w:val="000639F0"/>
    <w:rsid w:val="000810A8"/>
    <w:rsid w:val="0009340D"/>
    <w:rsid w:val="00095B58"/>
    <w:rsid w:val="000A2FD4"/>
    <w:rsid w:val="000A393F"/>
    <w:rsid w:val="000B6345"/>
    <w:rsid w:val="000D6B28"/>
    <w:rsid w:val="000E0CC9"/>
    <w:rsid w:val="000E3730"/>
    <w:rsid w:val="000E4764"/>
    <w:rsid w:val="00112C43"/>
    <w:rsid w:val="0012483F"/>
    <w:rsid w:val="001518BF"/>
    <w:rsid w:val="00170984"/>
    <w:rsid w:val="00172A27"/>
    <w:rsid w:val="00182008"/>
    <w:rsid w:val="001911F1"/>
    <w:rsid w:val="001A0B58"/>
    <w:rsid w:val="001C3350"/>
    <w:rsid w:val="001C69A1"/>
    <w:rsid w:val="001D2D9F"/>
    <w:rsid w:val="001D4D7F"/>
    <w:rsid w:val="001E5A24"/>
    <w:rsid w:val="001F5470"/>
    <w:rsid w:val="001F5AC2"/>
    <w:rsid w:val="00205683"/>
    <w:rsid w:val="0020762F"/>
    <w:rsid w:val="00233D02"/>
    <w:rsid w:val="002640B4"/>
    <w:rsid w:val="00264FC5"/>
    <w:rsid w:val="0027118A"/>
    <w:rsid w:val="0028192F"/>
    <w:rsid w:val="002A1F2B"/>
    <w:rsid w:val="002B15EC"/>
    <w:rsid w:val="002B2AE0"/>
    <w:rsid w:val="002D0DEB"/>
    <w:rsid w:val="002D189C"/>
    <w:rsid w:val="002D1F11"/>
    <w:rsid w:val="002D3C9F"/>
    <w:rsid w:val="002E0752"/>
    <w:rsid w:val="002E4B31"/>
    <w:rsid w:val="0030097D"/>
    <w:rsid w:val="003116CB"/>
    <w:rsid w:val="00313C54"/>
    <w:rsid w:val="00315D04"/>
    <w:rsid w:val="00333DAF"/>
    <w:rsid w:val="0035777B"/>
    <w:rsid w:val="00360F46"/>
    <w:rsid w:val="003A17B3"/>
    <w:rsid w:val="003C2B2E"/>
    <w:rsid w:val="003F465D"/>
    <w:rsid w:val="003F6291"/>
    <w:rsid w:val="00412F7B"/>
    <w:rsid w:val="00444E9C"/>
    <w:rsid w:val="00467E03"/>
    <w:rsid w:val="004D4F77"/>
    <w:rsid w:val="004E5832"/>
    <w:rsid w:val="004E7951"/>
    <w:rsid w:val="004F6BE0"/>
    <w:rsid w:val="00503269"/>
    <w:rsid w:val="0050472B"/>
    <w:rsid w:val="00506221"/>
    <w:rsid w:val="00506670"/>
    <w:rsid w:val="00516D6D"/>
    <w:rsid w:val="005432E3"/>
    <w:rsid w:val="00547DAF"/>
    <w:rsid w:val="00555571"/>
    <w:rsid w:val="0058183B"/>
    <w:rsid w:val="0059572E"/>
    <w:rsid w:val="005A233B"/>
    <w:rsid w:val="005B300E"/>
    <w:rsid w:val="005D7DB0"/>
    <w:rsid w:val="00601E58"/>
    <w:rsid w:val="006067C2"/>
    <w:rsid w:val="00620493"/>
    <w:rsid w:val="00633157"/>
    <w:rsid w:val="00640905"/>
    <w:rsid w:val="0065065F"/>
    <w:rsid w:val="0066148B"/>
    <w:rsid w:val="00665357"/>
    <w:rsid w:val="0067703C"/>
    <w:rsid w:val="00684F67"/>
    <w:rsid w:val="00693034"/>
    <w:rsid w:val="0069760D"/>
    <w:rsid w:val="006B31AE"/>
    <w:rsid w:val="006C186A"/>
    <w:rsid w:val="006C23CF"/>
    <w:rsid w:val="006C3E5A"/>
    <w:rsid w:val="006D40F9"/>
    <w:rsid w:val="006F5C00"/>
    <w:rsid w:val="007032DA"/>
    <w:rsid w:val="007176B5"/>
    <w:rsid w:val="007606BE"/>
    <w:rsid w:val="007607B5"/>
    <w:rsid w:val="0077034C"/>
    <w:rsid w:val="00785E98"/>
    <w:rsid w:val="00786BD2"/>
    <w:rsid w:val="007972ED"/>
    <w:rsid w:val="007A37FA"/>
    <w:rsid w:val="007A6F53"/>
    <w:rsid w:val="007C579F"/>
    <w:rsid w:val="007D444A"/>
    <w:rsid w:val="007F69A0"/>
    <w:rsid w:val="008038DE"/>
    <w:rsid w:val="0081443D"/>
    <w:rsid w:val="00824FE3"/>
    <w:rsid w:val="008315B3"/>
    <w:rsid w:val="0085206F"/>
    <w:rsid w:val="0085264C"/>
    <w:rsid w:val="00870FAE"/>
    <w:rsid w:val="00881665"/>
    <w:rsid w:val="0089460D"/>
    <w:rsid w:val="008A3F02"/>
    <w:rsid w:val="008B5775"/>
    <w:rsid w:val="008D2253"/>
    <w:rsid w:val="008E1C8D"/>
    <w:rsid w:val="008F2F65"/>
    <w:rsid w:val="008F5C7C"/>
    <w:rsid w:val="009623BB"/>
    <w:rsid w:val="00965252"/>
    <w:rsid w:val="00974CF9"/>
    <w:rsid w:val="00981D32"/>
    <w:rsid w:val="009A3224"/>
    <w:rsid w:val="009A40B0"/>
    <w:rsid w:val="009A6D31"/>
    <w:rsid w:val="009A7AFA"/>
    <w:rsid w:val="009D017A"/>
    <w:rsid w:val="009F2BCE"/>
    <w:rsid w:val="009F33DD"/>
    <w:rsid w:val="009F71F5"/>
    <w:rsid w:val="00A01299"/>
    <w:rsid w:val="00A12FFC"/>
    <w:rsid w:val="00A15A84"/>
    <w:rsid w:val="00A40ADB"/>
    <w:rsid w:val="00A723D1"/>
    <w:rsid w:val="00A75D18"/>
    <w:rsid w:val="00AA10B6"/>
    <w:rsid w:val="00AA10EB"/>
    <w:rsid w:val="00AA2443"/>
    <w:rsid w:val="00AA3671"/>
    <w:rsid w:val="00AC42EB"/>
    <w:rsid w:val="00AD7915"/>
    <w:rsid w:val="00AE306C"/>
    <w:rsid w:val="00AE4D61"/>
    <w:rsid w:val="00B00C05"/>
    <w:rsid w:val="00B37406"/>
    <w:rsid w:val="00B41DC9"/>
    <w:rsid w:val="00B4530C"/>
    <w:rsid w:val="00B5015C"/>
    <w:rsid w:val="00B514B7"/>
    <w:rsid w:val="00B64BD1"/>
    <w:rsid w:val="00BB3DDD"/>
    <w:rsid w:val="00BC11A0"/>
    <w:rsid w:val="00BE3A09"/>
    <w:rsid w:val="00BE3C86"/>
    <w:rsid w:val="00BE4892"/>
    <w:rsid w:val="00BE78E4"/>
    <w:rsid w:val="00C02A09"/>
    <w:rsid w:val="00C05BD1"/>
    <w:rsid w:val="00C36687"/>
    <w:rsid w:val="00C4074C"/>
    <w:rsid w:val="00C45604"/>
    <w:rsid w:val="00C47DD1"/>
    <w:rsid w:val="00C56A29"/>
    <w:rsid w:val="00C56F02"/>
    <w:rsid w:val="00C57A13"/>
    <w:rsid w:val="00C663A0"/>
    <w:rsid w:val="00C70A6D"/>
    <w:rsid w:val="00CA25F7"/>
    <w:rsid w:val="00CB1FB5"/>
    <w:rsid w:val="00CB735A"/>
    <w:rsid w:val="00CC2D24"/>
    <w:rsid w:val="00CD6E22"/>
    <w:rsid w:val="00CE17F0"/>
    <w:rsid w:val="00D0451B"/>
    <w:rsid w:val="00D121FC"/>
    <w:rsid w:val="00D1541E"/>
    <w:rsid w:val="00D56E61"/>
    <w:rsid w:val="00D943E6"/>
    <w:rsid w:val="00D9666F"/>
    <w:rsid w:val="00DA48BD"/>
    <w:rsid w:val="00DA5738"/>
    <w:rsid w:val="00DB5701"/>
    <w:rsid w:val="00DC4943"/>
    <w:rsid w:val="00DD3F01"/>
    <w:rsid w:val="00DD5758"/>
    <w:rsid w:val="00DE16C1"/>
    <w:rsid w:val="00DE3E77"/>
    <w:rsid w:val="00E31DB6"/>
    <w:rsid w:val="00E33158"/>
    <w:rsid w:val="00E9323B"/>
    <w:rsid w:val="00EB5253"/>
    <w:rsid w:val="00EC3952"/>
    <w:rsid w:val="00ED2823"/>
    <w:rsid w:val="00ED7644"/>
    <w:rsid w:val="00EE42DC"/>
    <w:rsid w:val="00EE6F07"/>
    <w:rsid w:val="00EF3613"/>
    <w:rsid w:val="00F02371"/>
    <w:rsid w:val="00F2059A"/>
    <w:rsid w:val="00F25CF7"/>
    <w:rsid w:val="00FA086F"/>
    <w:rsid w:val="00FB62EB"/>
    <w:rsid w:val="00FC68EA"/>
    <w:rsid w:val="00FD7FB5"/>
    <w:rsid w:val="00FF2C29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3D13D1-EA7A-4ECC-81AE-AC779FF5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25"/>
      </w:tabs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851"/>
      </w:tabs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76"/>
      </w:tabs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701"/>
      </w:tabs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2126"/>
      </w:tabs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2551"/>
      </w:tabs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2976"/>
      </w:tabs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3402"/>
      </w:tabs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tabs>
        <w:tab w:val="left" w:pos="3827"/>
      </w:tabs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rPr>
      <w:rFonts w:ascii="Arial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link w:val="a8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character" w:customStyle="1" w:styleId="a8">
    <w:name w:val="書式なし (文字)"/>
    <w:link w:val="a7"/>
    <w:rsid w:val="0050472B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639\Desktop\&#20225;&#30011;&#35506;&#23470;&#22478;\&#65296;&#32207;&#21512;&#35336;&#30011;\0&#31532;&#20116;&#27425;&#28006;&#28155;&#24066;&#32207;&#21512;&#35336;&#30011;&#31574;&#23450;&#26989;&#21209;&#22996;&#35351;\1&#22519;&#34892;&#20282;\&#24540;&#21215;&#26360;&#39006;&#65288;&#27096;&#24335;&#65289;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 良典</dc:creator>
  <cp:keywords/>
  <cp:lastModifiedBy>宮城 良典</cp:lastModifiedBy>
  <cp:revision>3</cp:revision>
  <cp:lastPrinted>2019-04-19T04:53:00Z</cp:lastPrinted>
  <dcterms:created xsi:type="dcterms:W3CDTF">2019-04-19T01:22:00Z</dcterms:created>
  <dcterms:modified xsi:type="dcterms:W3CDTF">2019-04-19T04:53:00Z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